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3165A" w14:textId="52177095" w:rsidR="00E27D39" w:rsidRPr="00E27D39" w:rsidRDefault="00997F14" w:rsidP="00E27D3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C1C53"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  <w:r w:rsidR="00CD6897">
        <w:rPr>
          <w:rFonts w:ascii="Times New Roman" w:hAnsi="Times New Roman"/>
          <w:b/>
          <w:bCs/>
        </w:rPr>
        <w:tab/>
      </w:r>
    </w:p>
    <w:p w14:paraId="27BD1F56" w14:textId="77777777" w:rsidR="00E27D39" w:rsidRPr="00E27D39" w:rsidRDefault="00E27D39" w:rsidP="00E27D3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27D3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D67F944" w14:textId="3E4F99FF" w:rsidR="00E27D39" w:rsidRPr="00E27D39" w:rsidRDefault="00E27D39" w:rsidP="00E27D3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27D3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C1C5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27D3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C1C53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38D26312" w14:textId="77777777" w:rsidR="00E27D39" w:rsidRPr="00E27D39" w:rsidRDefault="00E27D39" w:rsidP="00E27D3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27D39">
        <w:rPr>
          <w:rFonts w:ascii="Corbel" w:hAnsi="Corbel"/>
          <w:i/>
          <w:sz w:val="20"/>
          <w:szCs w:val="20"/>
          <w:lang w:eastAsia="ar-SA"/>
        </w:rPr>
        <w:t>(skrajne daty</w:t>
      </w:r>
      <w:r w:rsidRPr="00E27D39">
        <w:rPr>
          <w:rFonts w:ascii="Corbel" w:hAnsi="Corbel"/>
          <w:sz w:val="20"/>
          <w:szCs w:val="20"/>
          <w:lang w:eastAsia="ar-SA"/>
        </w:rPr>
        <w:t>)</w:t>
      </w:r>
    </w:p>
    <w:p w14:paraId="7FDB3621" w14:textId="449199A3" w:rsidR="00E27D39" w:rsidRDefault="00E27D39" w:rsidP="00E27D3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27D39">
        <w:rPr>
          <w:rFonts w:ascii="Corbel" w:hAnsi="Corbel"/>
          <w:sz w:val="20"/>
          <w:szCs w:val="20"/>
          <w:lang w:eastAsia="ar-SA"/>
        </w:rPr>
        <w:t>Rok akademicki 202</w:t>
      </w:r>
      <w:r w:rsidR="006C1C53">
        <w:rPr>
          <w:rFonts w:ascii="Corbel" w:hAnsi="Corbel"/>
          <w:sz w:val="20"/>
          <w:szCs w:val="20"/>
          <w:lang w:eastAsia="ar-SA"/>
        </w:rPr>
        <w:t>7</w:t>
      </w:r>
      <w:r w:rsidRPr="00E27D39">
        <w:rPr>
          <w:rFonts w:ascii="Corbel" w:hAnsi="Corbel"/>
          <w:sz w:val="20"/>
          <w:szCs w:val="20"/>
          <w:lang w:eastAsia="ar-SA"/>
        </w:rPr>
        <w:t>/202</w:t>
      </w:r>
      <w:r w:rsidR="006C1C53">
        <w:rPr>
          <w:rFonts w:ascii="Corbel" w:hAnsi="Corbel"/>
          <w:sz w:val="20"/>
          <w:szCs w:val="20"/>
          <w:lang w:eastAsia="ar-SA"/>
        </w:rPr>
        <w:t>8</w:t>
      </w:r>
    </w:p>
    <w:p w14:paraId="5692B4E3" w14:textId="77777777" w:rsidR="002C23A6" w:rsidRPr="00E27D39" w:rsidRDefault="002C23A6" w:rsidP="00E27D3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2D545E45" w14:textId="17B88255" w:rsidR="0085747A" w:rsidRPr="00B178C2" w:rsidRDefault="0071620A" w:rsidP="00B178C2">
      <w:pPr>
        <w:spacing w:after="0" w:line="240" w:lineRule="auto"/>
        <w:rPr>
          <w:rFonts w:ascii="Corbel" w:hAnsi="Corbel"/>
          <w:b/>
          <w:bCs/>
          <w:smallCaps/>
          <w:color w:val="0070C0"/>
          <w:sz w:val="24"/>
          <w:szCs w:val="24"/>
        </w:rPr>
      </w:pPr>
      <w:r w:rsidRPr="00B178C2">
        <w:rPr>
          <w:rFonts w:ascii="Corbel" w:hAnsi="Corbel"/>
          <w:b/>
          <w:bCs/>
          <w:smallCaps/>
          <w:sz w:val="24"/>
          <w:szCs w:val="24"/>
        </w:rPr>
        <w:t xml:space="preserve">1. </w:t>
      </w:r>
      <w:r w:rsidR="0085747A" w:rsidRPr="00B178C2">
        <w:rPr>
          <w:rFonts w:ascii="Corbel" w:hAnsi="Corbel"/>
          <w:b/>
          <w:bCs/>
          <w:smallCaps/>
          <w:sz w:val="24"/>
          <w:szCs w:val="24"/>
        </w:rPr>
        <w:t xml:space="preserve">Podstawowe </w:t>
      </w:r>
      <w:r w:rsidR="00445970" w:rsidRPr="00B178C2">
        <w:rPr>
          <w:rFonts w:ascii="Corbel" w:hAnsi="Corbel"/>
          <w:b/>
          <w:bCs/>
          <w:smallCaps/>
          <w:sz w:val="24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5A2973" w14:textId="77777777" w:rsidTr="3E19B447">
        <w:tc>
          <w:tcPr>
            <w:tcW w:w="2694" w:type="dxa"/>
            <w:vAlign w:val="center"/>
          </w:tcPr>
          <w:p w14:paraId="18B15AB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26D5B" w14:textId="77777777" w:rsidR="0085747A" w:rsidRPr="009C54AE" w:rsidRDefault="00536BC8" w:rsidP="3E19B44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E19B447">
              <w:rPr>
                <w:rFonts w:ascii="Corbel" w:hAnsi="Corbel"/>
                <w:bCs/>
                <w:sz w:val="24"/>
                <w:szCs w:val="24"/>
              </w:rPr>
              <w:t xml:space="preserve">Organizacja systemu świadczeń zdrowotnych </w:t>
            </w:r>
          </w:p>
        </w:tc>
      </w:tr>
      <w:tr w:rsidR="0085747A" w:rsidRPr="009C54AE" w14:paraId="5B6DFDE2" w14:textId="77777777" w:rsidTr="3E19B447">
        <w:tc>
          <w:tcPr>
            <w:tcW w:w="2694" w:type="dxa"/>
            <w:vAlign w:val="center"/>
          </w:tcPr>
          <w:p w14:paraId="06F5287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1E8200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ASO 64 </w:t>
            </w:r>
          </w:p>
        </w:tc>
      </w:tr>
      <w:tr w:rsidR="0085747A" w:rsidRPr="009C54AE" w14:paraId="0777831D" w14:textId="77777777" w:rsidTr="3E19B447">
        <w:tc>
          <w:tcPr>
            <w:tcW w:w="2694" w:type="dxa"/>
            <w:vAlign w:val="center"/>
          </w:tcPr>
          <w:p w14:paraId="25B1B6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B0CB64" w14:textId="59B8A40E" w:rsidR="00536BC8" w:rsidRPr="009C54AE" w:rsidRDefault="006C1C53" w:rsidP="00536BC8">
            <w:pPr>
              <w:pStyle w:val="Bezodstpw"/>
            </w:pPr>
            <w:r w:rsidRPr="00797E00"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5B6EA3E0" w14:textId="77777777" w:rsidTr="3E19B447">
        <w:tc>
          <w:tcPr>
            <w:tcW w:w="2694" w:type="dxa"/>
            <w:vAlign w:val="center"/>
          </w:tcPr>
          <w:p w14:paraId="0EEDA3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A63C93" w14:textId="23B27E21" w:rsidR="0085747A" w:rsidRPr="009C54AE" w:rsidRDefault="00E502F1" w:rsidP="3E19B447">
            <w:pPr>
              <w:pStyle w:val="Bezodstpw"/>
              <w:rPr>
                <w:b/>
                <w:bCs/>
              </w:rPr>
            </w:pPr>
            <w:r w:rsidRPr="00C91ADF">
              <w:rPr>
                <w:rFonts w:ascii="Corbel" w:hAnsi="Corbel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2C85E477" w14:textId="77777777" w:rsidTr="3E19B447">
        <w:tc>
          <w:tcPr>
            <w:tcW w:w="2694" w:type="dxa"/>
            <w:vAlign w:val="center"/>
          </w:tcPr>
          <w:p w14:paraId="3E91A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A438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44BEE9E2" w14:textId="77777777" w:rsidTr="3E19B447">
        <w:tc>
          <w:tcPr>
            <w:tcW w:w="2694" w:type="dxa"/>
            <w:vAlign w:val="center"/>
          </w:tcPr>
          <w:p w14:paraId="279A87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4413F7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85747A" w:rsidRPr="009C54AE" w14:paraId="6C899151" w14:textId="77777777" w:rsidTr="3E19B447">
        <w:tc>
          <w:tcPr>
            <w:tcW w:w="2694" w:type="dxa"/>
            <w:vAlign w:val="center"/>
          </w:tcPr>
          <w:p w14:paraId="6B1F66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A78AEE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CEAA26" w14:textId="77777777" w:rsidTr="3E19B447">
        <w:tc>
          <w:tcPr>
            <w:tcW w:w="2694" w:type="dxa"/>
            <w:vAlign w:val="center"/>
          </w:tcPr>
          <w:p w14:paraId="7498CD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1E2719" w14:textId="77777777" w:rsidR="0085747A" w:rsidRPr="009C54AE" w:rsidRDefault="000621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03FA975" w14:textId="77777777" w:rsidTr="3E19B447">
        <w:tc>
          <w:tcPr>
            <w:tcW w:w="2694" w:type="dxa"/>
            <w:vAlign w:val="center"/>
          </w:tcPr>
          <w:p w14:paraId="636232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4752C8" w14:textId="13AE7933" w:rsidR="0085747A" w:rsidRPr="009C54AE" w:rsidRDefault="003C3A40" w:rsidP="3E19B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E19B447">
              <w:rPr>
                <w:rFonts w:ascii="Corbel" w:hAnsi="Corbel"/>
                <w:b w:val="0"/>
                <w:sz w:val="24"/>
                <w:szCs w:val="24"/>
              </w:rPr>
              <w:t>III / VI</w:t>
            </w:r>
          </w:p>
        </w:tc>
      </w:tr>
      <w:tr w:rsidR="0085747A" w:rsidRPr="009C54AE" w14:paraId="44EDB529" w14:textId="77777777" w:rsidTr="3E19B447">
        <w:tc>
          <w:tcPr>
            <w:tcW w:w="2694" w:type="dxa"/>
            <w:vAlign w:val="center"/>
          </w:tcPr>
          <w:p w14:paraId="3554C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A6BEAD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60315B71" w14:textId="77777777" w:rsidTr="3E19B447">
        <w:tc>
          <w:tcPr>
            <w:tcW w:w="2694" w:type="dxa"/>
            <w:vAlign w:val="center"/>
          </w:tcPr>
          <w:p w14:paraId="6E4BB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9A5164" w14:textId="77777777" w:rsidR="00923D7D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B4805" w:rsidRPr="009C54AE" w14:paraId="40A3A523" w14:textId="77777777" w:rsidTr="3E19B447">
        <w:tc>
          <w:tcPr>
            <w:tcW w:w="2694" w:type="dxa"/>
            <w:vAlign w:val="center"/>
          </w:tcPr>
          <w:p w14:paraId="608DF064" w14:textId="77777777" w:rsidR="001B4805" w:rsidRPr="009C54AE" w:rsidRDefault="001B4805" w:rsidP="001B48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4C0D36" w14:textId="27378010" w:rsidR="001B4805" w:rsidRPr="009C54AE" w:rsidRDefault="001B4805" w:rsidP="001B4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FC4E6C" w:rsidRPr="009C54AE" w14:paraId="06CFB97E" w14:textId="77777777" w:rsidTr="3E19B447">
        <w:tc>
          <w:tcPr>
            <w:tcW w:w="2694" w:type="dxa"/>
            <w:vAlign w:val="center"/>
          </w:tcPr>
          <w:p w14:paraId="6103055B" w14:textId="77777777" w:rsidR="00FC4E6C" w:rsidRPr="009C54AE" w:rsidRDefault="00FC4E6C" w:rsidP="00FC4E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F16580" w14:textId="7E504FA7" w:rsidR="00FC4E6C" w:rsidRPr="009C54AE" w:rsidRDefault="00FC4E6C" w:rsidP="00FC4E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14:paraId="6A0BD004" w14:textId="77777777" w:rsidR="0085747A" w:rsidRDefault="0085747A" w:rsidP="00B178C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3A8" w14:textId="77777777" w:rsidR="00B178C2" w:rsidRPr="009C54AE" w:rsidRDefault="00B178C2" w:rsidP="00B178C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5572B5" w14:textId="4F42531D" w:rsidR="0085747A" w:rsidRPr="009C54AE" w:rsidRDefault="0085747A" w:rsidP="00B178C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178C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F1E4E76" w14:textId="77777777" w:rsidR="00923D7D" w:rsidRPr="009C54AE" w:rsidRDefault="00923D7D" w:rsidP="00B178C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069C721D" w14:textId="77777777" w:rsidTr="34769D5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45C" w14:textId="77777777" w:rsidR="00015B8F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0F520D" w14:textId="77777777" w:rsidR="00015B8F" w:rsidRPr="009C54AE" w:rsidRDefault="002B5EA0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464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87BD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151B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9688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C4A3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63E8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61B9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B0A7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C438" w14:textId="77777777" w:rsidR="00015B8F" w:rsidRPr="009C54AE" w:rsidRDefault="00015B8F" w:rsidP="00B178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67D024" w14:textId="77777777" w:rsidTr="002C23A6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66E0" w14:textId="55011238" w:rsidR="00015B8F" w:rsidRPr="009C54AE" w:rsidRDefault="00FC4E6C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7CE3" w14:textId="0EDA52A9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DE50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98B3" w14:textId="226850CD" w:rsidR="00015B8F" w:rsidRPr="009C54AE" w:rsidRDefault="43394338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4769D5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EBC3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5E6C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331E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697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FE3" w14:textId="77777777" w:rsidR="00015B8F" w:rsidRPr="009C54AE" w:rsidRDefault="00015B8F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E9EB" w14:textId="55325C74" w:rsidR="00015B8F" w:rsidRPr="009C54AE" w:rsidRDefault="00536BC8" w:rsidP="00B178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C3DB3E" w14:textId="77777777" w:rsidR="00923D7D" w:rsidRPr="009C54AE" w:rsidRDefault="00923D7D" w:rsidP="00B178C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36AA86" w14:textId="27FB39B4" w:rsidR="0085747A" w:rsidRDefault="0085747A" w:rsidP="00B178C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</w:t>
      </w:r>
      <w:r w:rsidR="00B178C2">
        <w:rPr>
          <w:rFonts w:ascii="Corbel" w:hAnsi="Corbel"/>
          <w:smallCaps w:val="0"/>
          <w:szCs w:val="24"/>
        </w:rPr>
        <w:t>ć</w:t>
      </w:r>
    </w:p>
    <w:p w14:paraId="3801D590" w14:textId="77777777" w:rsidR="002C23A6" w:rsidRPr="009C54AE" w:rsidRDefault="002C23A6" w:rsidP="00B178C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238C49A" w14:textId="0DB339D2" w:rsidR="0085747A" w:rsidRPr="009C54AE" w:rsidRDefault="002C23A6" w:rsidP="00B178C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eastAsia="MS Gothic" w:hAnsi="Corbel" w:cs="MS Gothic"/>
          <w:bCs/>
        </w:rPr>
        <w:t xml:space="preserve"> </w:t>
      </w:r>
      <w:r w:rsidR="0006217D" w:rsidRPr="002C23A6">
        <w:rPr>
          <w:rFonts w:ascii="Corbel" w:eastAsia="MS Gothic" w:hAnsi="Corbel" w:cs="MS Gothic"/>
          <w:bCs/>
        </w:rPr>
        <w:t>x</w:t>
      </w:r>
      <w:r w:rsidR="0006217D" w:rsidRPr="3E19B447">
        <w:rPr>
          <w:rFonts w:ascii="MS Gothic" w:eastAsia="MS Gothic" w:hAnsi="MS Gothic" w:cs="MS Gothic"/>
          <w:b w:val="0"/>
        </w:rPr>
        <w:t xml:space="preserve"> </w:t>
      </w:r>
      <w:r w:rsidR="0085747A" w:rsidRPr="3E19B447">
        <w:rPr>
          <w:rFonts w:ascii="Corbel" w:hAnsi="Corbel"/>
          <w:b w:val="0"/>
          <w:smallCaps w:val="0"/>
        </w:rPr>
        <w:t xml:space="preserve"> zajęcia w formie tradycyjnej </w:t>
      </w:r>
    </w:p>
    <w:p w14:paraId="16DB0D68" w14:textId="77777777" w:rsidR="0085747A" w:rsidRPr="009C54AE" w:rsidRDefault="0085747A" w:rsidP="00B178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E10DE" w14:textId="77777777" w:rsidR="0085747A" w:rsidRPr="009C54AE" w:rsidRDefault="0085747A" w:rsidP="00B178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F9F66F" w14:textId="41DE8307" w:rsidR="006E2405" w:rsidRDefault="00E22FBC" w:rsidP="00B178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178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>ma zaliczenia przedmiotu</w:t>
      </w:r>
    </w:p>
    <w:p w14:paraId="03E48B37" w14:textId="77777777" w:rsidR="002C23A6" w:rsidRDefault="002C23A6" w:rsidP="00B178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8870CF1" w14:textId="77777777" w:rsidR="00B178C2" w:rsidRPr="009C54AE" w:rsidRDefault="00B178C2" w:rsidP="00B178C2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Pr="009C54AE">
        <w:rPr>
          <w:rFonts w:ascii="Corbel" w:hAnsi="Corbel"/>
          <w:b w:val="0"/>
          <w:smallCaps w:val="0"/>
          <w:szCs w:val="24"/>
        </w:rPr>
        <w:t>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14:paraId="5E90CE4C" w14:textId="3BFF48AD" w:rsidR="00E960BB" w:rsidRDefault="00E960BB" w:rsidP="00B178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72B6C" w14:textId="0561BEE0" w:rsidR="00E960BB" w:rsidRDefault="0085747A" w:rsidP="00B178C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178C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027C5DE6" w14:textId="77777777" w:rsidR="00E27D39" w:rsidRPr="009C54AE" w:rsidRDefault="00E27D39" w:rsidP="00B178C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2DF57579" w14:textId="77777777" w:rsidTr="00B178C2">
        <w:tc>
          <w:tcPr>
            <w:tcW w:w="9349" w:type="dxa"/>
          </w:tcPr>
          <w:p w14:paraId="34D01654" w14:textId="405E49C4" w:rsidR="0085747A" w:rsidRPr="009C54AE" w:rsidRDefault="4775C72E" w:rsidP="00B17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447325F3"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3CA87E72" w14:textId="77777777" w:rsidR="00153C41" w:rsidRDefault="00153C41" w:rsidP="00B178C2">
      <w:pPr>
        <w:pStyle w:val="Punktygwne"/>
        <w:spacing w:before="0" w:after="0"/>
        <w:rPr>
          <w:rFonts w:ascii="Corbel" w:hAnsi="Corbel"/>
          <w:szCs w:val="24"/>
        </w:rPr>
      </w:pPr>
    </w:p>
    <w:p w14:paraId="2707ACF0" w14:textId="24595BF2" w:rsidR="0085747A" w:rsidRPr="00C05F44" w:rsidRDefault="00E2419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823E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F00B" w14:textId="59464BF3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178C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6AC784" w14:textId="77777777" w:rsidR="00F83B28" w:rsidRPr="00B178C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E36DADA" w14:textId="77777777" w:rsidTr="00923D7D">
        <w:tc>
          <w:tcPr>
            <w:tcW w:w="851" w:type="dxa"/>
            <w:vAlign w:val="center"/>
          </w:tcPr>
          <w:p w14:paraId="1874CD8D" w14:textId="3C78618E" w:rsidR="0085747A" w:rsidRPr="009C54AE" w:rsidRDefault="0085747A" w:rsidP="00B178C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3FE4F59" w14:textId="77777777" w:rsidR="0085747A" w:rsidRPr="009C54AE" w:rsidRDefault="00C85BDD" w:rsidP="00C85B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z zakresu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systemu świadczeń zdrowotnych. </w:t>
            </w:r>
          </w:p>
        </w:tc>
      </w:tr>
      <w:tr w:rsidR="0085747A" w:rsidRPr="009C54AE" w14:paraId="6DE7451A" w14:textId="77777777" w:rsidTr="00923D7D">
        <w:tc>
          <w:tcPr>
            <w:tcW w:w="851" w:type="dxa"/>
            <w:vAlign w:val="center"/>
          </w:tcPr>
          <w:p w14:paraId="7976CF02" w14:textId="401A5680" w:rsidR="0085747A" w:rsidRPr="009C54AE" w:rsidRDefault="00C85BDD" w:rsidP="00B178C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F07C8E" w14:textId="77777777" w:rsidR="0085747A" w:rsidRPr="009C54AE" w:rsidRDefault="00C85BDD" w:rsidP="00C85B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048DEC39" w14:textId="77777777" w:rsidTr="00D271D5">
        <w:trPr>
          <w:trHeight w:val="577"/>
        </w:trPr>
        <w:tc>
          <w:tcPr>
            <w:tcW w:w="851" w:type="dxa"/>
            <w:vAlign w:val="center"/>
          </w:tcPr>
          <w:p w14:paraId="5C52D767" w14:textId="77777777" w:rsidR="0085747A" w:rsidRPr="009C54AE" w:rsidRDefault="00C85BDD" w:rsidP="00B178C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3E068C" w14:textId="606E3ECD" w:rsidR="0085747A" w:rsidRPr="009C54AE" w:rsidRDefault="0080239A" w:rsidP="002C23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85BDD" w:rsidRPr="00C85BDD">
              <w:rPr>
                <w:rFonts w:ascii="Corbel" w:hAnsi="Corbel"/>
                <w:b w:val="0"/>
                <w:sz w:val="24"/>
                <w:szCs w:val="24"/>
              </w:rPr>
              <w:t>ształtowanie aktywnej postawy wobec problemów związanych z organizacją ochrony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85BDD" w:rsidRPr="00C85BDD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="00C102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AC0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5BBB39" w14:textId="78DC8D0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178C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2A24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5747A" w:rsidRPr="009C54AE" w14:paraId="1A8CFE29" w14:textId="77777777" w:rsidTr="3E19B447">
        <w:tc>
          <w:tcPr>
            <w:tcW w:w="1588" w:type="dxa"/>
            <w:vAlign w:val="center"/>
          </w:tcPr>
          <w:p w14:paraId="2EBE25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4FA380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908D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239A" w:rsidRPr="009C54AE" w14:paraId="30D9050B" w14:textId="77777777" w:rsidTr="3E19B447">
        <w:tc>
          <w:tcPr>
            <w:tcW w:w="1588" w:type="dxa"/>
          </w:tcPr>
          <w:p w14:paraId="2DFF33A7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326D4F75" w14:textId="77777777" w:rsidR="0080239A" w:rsidRPr="0080239A" w:rsidRDefault="0080239A" w:rsidP="0080239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14:paraId="268E016A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620D25D" w14:textId="77777777" w:rsidTr="3E19B447">
        <w:tc>
          <w:tcPr>
            <w:tcW w:w="1588" w:type="dxa"/>
          </w:tcPr>
          <w:p w14:paraId="10A3400E" w14:textId="714351E9" w:rsidR="0085747A" w:rsidRPr="009C54AE" w:rsidRDefault="0085747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61DD1062" w14:textId="77777777" w:rsidR="0085747A" w:rsidRPr="009C54AE" w:rsidRDefault="0080239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8CA5B63" w14:textId="77777777" w:rsidR="0085747A" w:rsidRPr="009C54AE" w:rsidRDefault="0080239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0908A30" w14:textId="77777777" w:rsidTr="3E19B447">
        <w:tc>
          <w:tcPr>
            <w:tcW w:w="1588" w:type="dxa"/>
          </w:tcPr>
          <w:p w14:paraId="3432F4C1" w14:textId="77777777" w:rsidR="0085747A" w:rsidRPr="009C54AE" w:rsidRDefault="0085747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</w:tcPr>
          <w:p w14:paraId="21E46815" w14:textId="77777777" w:rsidR="0085747A" w:rsidRPr="009C54AE" w:rsidRDefault="0080239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relacjach między strukturami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instytucjami administracji publicznej;</w:t>
            </w:r>
          </w:p>
        </w:tc>
        <w:tc>
          <w:tcPr>
            <w:tcW w:w="1865" w:type="dxa"/>
          </w:tcPr>
          <w:p w14:paraId="5279AA8B" w14:textId="77777777" w:rsidR="0085747A" w:rsidRPr="009C54AE" w:rsidRDefault="0080239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07F4DD37" w14:textId="77777777" w:rsidTr="3E19B447">
        <w:tc>
          <w:tcPr>
            <w:tcW w:w="1588" w:type="dxa"/>
          </w:tcPr>
          <w:p w14:paraId="6412184B" w14:textId="77777777" w:rsidR="0085747A" w:rsidRPr="009C54AE" w:rsidRDefault="0085747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023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67" w:type="dxa"/>
          </w:tcPr>
          <w:p w14:paraId="253AF2AE" w14:textId="77777777" w:rsidR="0085747A" w:rsidRPr="009C54AE" w:rsidRDefault="004D50F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617CB33C" w14:textId="77777777" w:rsidR="0085747A" w:rsidRPr="009C54AE" w:rsidRDefault="0080239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D50FA" w:rsidRPr="009C54AE" w14:paraId="14C1AAD7" w14:textId="77777777" w:rsidTr="3E19B447">
        <w:tc>
          <w:tcPr>
            <w:tcW w:w="1588" w:type="dxa"/>
          </w:tcPr>
          <w:p w14:paraId="57D74758" w14:textId="77777777" w:rsidR="004D50FA" w:rsidRPr="009C54AE" w:rsidRDefault="004D50F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78D8D5EE" w14:textId="77777777" w:rsidR="004D50FA" w:rsidRPr="004D50FA" w:rsidRDefault="004D50F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3193F8EF" w14:textId="77777777" w:rsidR="004D50FA" w:rsidRPr="0080239A" w:rsidRDefault="004D50FA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C4026" w:rsidRPr="009C54AE" w14:paraId="664B1A25" w14:textId="77777777" w:rsidTr="3E19B447">
        <w:tc>
          <w:tcPr>
            <w:tcW w:w="1588" w:type="dxa"/>
          </w:tcPr>
          <w:p w14:paraId="64C3AE8E" w14:textId="77777777" w:rsidR="009C4026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420C5D1F" w14:textId="77777777" w:rsidR="009C4026" w:rsidRPr="009C4026" w:rsidRDefault="46D425D0" w:rsidP="002C23A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</w:rPr>
            </w:pPr>
            <w:r w:rsidRPr="3E19B447">
              <w:rPr>
                <w:rFonts w:ascii="Corbel" w:hAnsi="Corbel"/>
                <w:smallCaps w:val="0"/>
              </w:rPr>
              <w:t>Umiejętności. Absolwent:</w:t>
            </w:r>
          </w:p>
        </w:tc>
        <w:tc>
          <w:tcPr>
            <w:tcW w:w="1865" w:type="dxa"/>
          </w:tcPr>
          <w:p w14:paraId="6F5D3870" w14:textId="77777777" w:rsidR="009C4026" w:rsidRPr="004D50FA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4026" w:rsidRPr="009C54AE" w14:paraId="7B267DD4" w14:textId="77777777" w:rsidTr="3E19B447">
        <w:tc>
          <w:tcPr>
            <w:tcW w:w="1588" w:type="dxa"/>
          </w:tcPr>
          <w:p w14:paraId="6A36E836" w14:textId="77777777" w:rsid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14:paraId="57775999" w14:textId="77777777" w:rsidR="009C4026" w:rsidRP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14:paraId="18B537B3" w14:textId="77777777" w:rsidR="009C4026" w:rsidRPr="004D50FA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C4026" w:rsidRPr="009C54AE" w14:paraId="5AFC20D3" w14:textId="77777777" w:rsidTr="3E19B447">
        <w:tc>
          <w:tcPr>
            <w:tcW w:w="1588" w:type="dxa"/>
          </w:tcPr>
          <w:p w14:paraId="0EB629E0" w14:textId="77777777" w:rsid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</w:tcPr>
          <w:p w14:paraId="7D713397" w14:textId="77777777" w:rsidR="009C4026" w:rsidRP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14:paraId="7AD5110D" w14:textId="77777777" w:rsidR="009C4026" w:rsidRPr="004D50FA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</w:tbl>
    <w:p w14:paraId="260455B2" w14:textId="77777777" w:rsidR="00B178C2" w:rsidRDefault="00B178C2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9C4026" w:rsidRPr="009C54AE" w14:paraId="57F922D1" w14:textId="77777777" w:rsidTr="3E19B447">
        <w:tc>
          <w:tcPr>
            <w:tcW w:w="1588" w:type="dxa"/>
          </w:tcPr>
          <w:p w14:paraId="1584174C" w14:textId="4D753F25" w:rsid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67" w:type="dxa"/>
          </w:tcPr>
          <w:p w14:paraId="077E6D85" w14:textId="77777777" w:rsidR="009C4026" w:rsidRPr="00782D6F" w:rsidRDefault="00782D6F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potrafi posługiwać się podstawową wiedzą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65" w:type="dxa"/>
          </w:tcPr>
          <w:p w14:paraId="183C2F8E" w14:textId="77777777" w:rsidR="009C4026" w:rsidRPr="004D50FA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C4026" w:rsidRPr="009C54AE" w14:paraId="2AC81EE7" w14:textId="77777777" w:rsidTr="3E19B447">
        <w:tc>
          <w:tcPr>
            <w:tcW w:w="1588" w:type="dxa"/>
          </w:tcPr>
          <w:p w14:paraId="0BB989AA" w14:textId="77777777" w:rsid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09C9CA15" w14:textId="2E6EF94E" w:rsidR="009C4026" w:rsidRPr="009C4026" w:rsidRDefault="00782D6F" w:rsidP="00B178C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14:paraId="1D5A42F9" w14:textId="77777777" w:rsidR="009C4026" w:rsidRPr="009C4026" w:rsidRDefault="009C402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82D6F" w:rsidRPr="009C54AE" w14:paraId="0697F22E" w14:textId="77777777" w:rsidTr="3E19B447">
        <w:tc>
          <w:tcPr>
            <w:tcW w:w="1588" w:type="dxa"/>
          </w:tcPr>
          <w:p w14:paraId="5A565297" w14:textId="77777777" w:rsidR="00782D6F" w:rsidRDefault="00782D6F" w:rsidP="002C23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3CAB606B" w14:textId="77777777" w:rsidR="00782D6F" w:rsidRPr="00782D6F" w:rsidRDefault="00782D6F" w:rsidP="002C23A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14:paraId="159EC27D" w14:textId="77777777" w:rsidR="00782D6F" w:rsidRPr="009C4026" w:rsidRDefault="00782D6F" w:rsidP="002C23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2D6F" w:rsidRPr="009C54AE" w14:paraId="2CD516C7" w14:textId="77777777" w:rsidTr="3E19B447">
        <w:tc>
          <w:tcPr>
            <w:tcW w:w="1588" w:type="dxa"/>
          </w:tcPr>
          <w:p w14:paraId="0E328E1B" w14:textId="77777777" w:rsidR="00782D6F" w:rsidRDefault="00782D6F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</w:tcPr>
          <w:p w14:paraId="4482488C" w14:textId="77777777" w:rsidR="00782D6F" w:rsidRPr="003654AB" w:rsidRDefault="00782D6F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i odbieranych treści </w:t>
            </w:r>
            <w:r w:rsidR="003654A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 sposób umożliwiający konstruktywną wymianę poglądów i właściwą analizę problemu;</w:t>
            </w:r>
          </w:p>
        </w:tc>
        <w:tc>
          <w:tcPr>
            <w:tcW w:w="1865" w:type="dxa"/>
          </w:tcPr>
          <w:p w14:paraId="5525F92D" w14:textId="77777777" w:rsidR="00782D6F" w:rsidRPr="009C4026" w:rsidRDefault="00782D6F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82D6F" w:rsidRPr="009C54AE" w14:paraId="00FE121F" w14:textId="77777777" w:rsidTr="3E19B447">
        <w:tc>
          <w:tcPr>
            <w:tcW w:w="1588" w:type="dxa"/>
          </w:tcPr>
          <w:p w14:paraId="05D7AB8F" w14:textId="77777777" w:rsidR="00782D6F" w:rsidRDefault="003654AB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67" w:type="dxa"/>
          </w:tcPr>
          <w:p w14:paraId="3DDD4991" w14:textId="77777777" w:rsidR="00782D6F" w:rsidRPr="003654AB" w:rsidRDefault="003654AB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14:paraId="6D5C177D" w14:textId="77777777" w:rsidR="00782D6F" w:rsidRPr="009C4026" w:rsidRDefault="003654AB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654AB" w:rsidRPr="009C54AE" w14:paraId="7C51021F" w14:textId="77777777" w:rsidTr="3E19B447">
        <w:tc>
          <w:tcPr>
            <w:tcW w:w="1588" w:type="dxa"/>
          </w:tcPr>
          <w:p w14:paraId="2E09DE8B" w14:textId="77777777" w:rsidR="003654AB" w:rsidRDefault="003654AB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67" w:type="dxa"/>
          </w:tcPr>
          <w:p w14:paraId="4BAB4593" w14:textId="77777777" w:rsidR="003654AB" w:rsidRPr="003654AB" w:rsidRDefault="00D24623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14:paraId="0498FDE6" w14:textId="77777777" w:rsidR="003654AB" w:rsidRPr="003654AB" w:rsidRDefault="00D24623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ACB477D" w14:textId="77777777" w:rsidR="0085747A" w:rsidRPr="009C54AE" w:rsidRDefault="0085747A" w:rsidP="004D50F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382535C" w14:textId="3834A93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178C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3FC1168" w14:textId="77777777" w:rsidR="00B178C2" w:rsidRPr="009C54AE" w:rsidRDefault="00B178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9C4DF2A" w14:textId="7D6C395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4769D5A">
        <w:rPr>
          <w:rFonts w:ascii="Corbel" w:hAnsi="Corbel"/>
          <w:sz w:val="24"/>
          <w:szCs w:val="24"/>
        </w:rPr>
        <w:t xml:space="preserve">Problematyka wykładu </w:t>
      </w:r>
      <w:r w:rsidR="14098752" w:rsidRPr="34769D5A">
        <w:rPr>
          <w:rFonts w:ascii="Corbel" w:hAnsi="Corbel"/>
          <w:sz w:val="24"/>
          <w:szCs w:val="24"/>
        </w:rPr>
        <w:t>- nie dotyczy</w:t>
      </w:r>
    </w:p>
    <w:p w14:paraId="77ED329F" w14:textId="77777777" w:rsidR="002C23A6" w:rsidRPr="009C54AE" w:rsidRDefault="002C23A6" w:rsidP="002C23A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1A8F0F" w14:textId="41CB134F" w:rsidR="14098752" w:rsidRDefault="14098752" w:rsidP="34769D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cs="Calibri"/>
        </w:rPr>
      </w:pPr>
      <w:r w:rsidRPr="34769D5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40B23A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85747A" w:rsidRPr="009C54AE" w14:paraId="72FAC342" w14:textId="77777777" w:rsidTr="002C23A6">
        <w:tc>
          <w:tcPr>
            <w:tcW w:w="9521" w:type="dxa"/>
          </w:tcPr>
          <w:p w14:paraId="106AF9B8" w14:textId="77777777" w:rsidR="0085747A" w:rsidRPr="00B178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178C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E5302AB" w14:textId="77777777" w:rsidTr="002C23A6">
        <w:tc>
          <w:tcPr>
            <w:tcW w:w="9521" w:type="dxa"/>
          </w:tcPr>
          <w:p w14:paraId="1921BCC1" w14:textId="631C7594" w:rsidR="0085747A" w:rsidRPr="009C54AE" w:rsidRDefault="00D24623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zdrowia w ujęciu prawa międzynarodowego oraz Unii Europejskiej.</w:t>
            </w:r>
          </w:p>
        </w:tc>
      </w:tr>
      <w:tr w:rsidR="0085747A" w:rsidRPr="009C54AE" w14:paraId="0F1F4C01" w14:textId="77777777" w:rsidTr="002C23A6">
        <w:tc>
          <w:tcPr>
            <w:tcW w:w="9521" w:type="dxa"/>
          </w:tcPr>
          <w:p w14:paraId="623E67C1" w14:textId="5D1AAAEF" w:rsidR="0085747A" w:rsidRPr="00D24623" w:rsidRDefault="00D24623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00D24623">
              <w:rPr>
                <w:rFonts w:ascii="Corbel" w:hAnsi="Corbel"/>
                <w:sz w:val="24"/>
                <w:szCs w:val="24"/>
              </w:rPr>
              <w:t>Konstytucyjne uwarunkowania systemu udzielania świadczeń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D24623">
              <w:rPr>
                <w:rFonts w:ascii="Corbel" w:hAnsi="Corbel"/>
                <w:sz w:val="24"/>
                <w:szCs w:val="24"/>
              </w:rPr>
              <w:t>drowotnych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7CD72FC" w14:textId="77777777" w:rsidTr="002C23A6">
        <w:tc>
          <w:tcPr>
            <w:tcW w:w="9521" w:type="dxa"/>
          </w:tcPr>
          <w:p w14:paraId="3EB383A0" w14:textId="042D68D0" w:rsidR="0085747A" w:rsidRPr="009C54AE" w:rsidRDefault="00D24623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funkcjonowania ochrony zdrowia w Polsce.</w:t>
            </w:r>
          </w:p>
        </w:tc>
      </w:tr>
      <w:tr w:rsidR="00DF1A82" w:rsidRPr="009C54AE" w14:paraId="56CD261B" w14:textId="77777777" w:rsidTr="002C23A6">
        <w:tc>
          <w:tcPr>
            <w:tcW w:w="9521" w:type="dxa"/>
          </w:tcPr>
          <w:p w14:paraId="6FC0E990" w14:textId="64ED71A3" w:rsidR="00DF1A82" w:rsidRDefault="00796D06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i reglamentacja  świadczeń opieki zdrowotnej w Polsce.</w:t>
            </w:r>
          </w:p>
        </w:tc>
      </w:tr>
      <w:tr w:rsidR="00430AB0" w:rsidRPr="009C54AE" w14:paraId="6CAC07D5" w14:textId="77777777" w:rsidTr="002C23A6">
        <w:tc>
          <w:tcPr>
            <w:tcW w:w="9521" w:type="dxa"/>
          </w:tcPr>
          <w:p w14:paraId="173BD020" w14:textId="2A85AA92" w:rsidR="00430AB0" w:rsidRDefault="00430AB0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Status, organizacja i zasady funkcjonowania podmiotów leczniczych.</w:t>
            </w:r>
          </w:p>
        </w:tc>
      </w:tr>
      <w:tr w:rsidR="00DF1A82" w:rsidRPr="009C54AE" w14:paraId="2DCA7AF8" w14:textId="77777777" w:rsidTr="002C23A6">
        <w:tc>
          <w:tcPr>
            <w:tcW w:w="9521" w:type="dxa"/>
          </w:tcPr>
          <w:p w14:paraId="1EB556AA" w14:textId="0E749BB2" w:rsidR="00DF1A82" w:rsidRDefault="00796D06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Organy administracji uczestniczące w systemie </w:t>
            </w:r>
            <w:r w:rsidRPr="00796D06">
              <w:rPr>
                <w:rFonts w:ascii="Corbel" w:hAnsi="Corbel"/>
                <w:sz w:val="24"/>
                <w:szCs w:val="24"/>
              </w:rPr>
              <w:t>świadczeń opieki zdrowotnej w Polsce</w:t>
            </w:r>
            <w:r w:rsidR="00C168E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1A82" w:rsidRPr="009C54AE" w14:paraId="5E74E805" w14:textId="77777777" w:rsidTr="002C23A6">
        <w:tc>
          <w:tcPr>
            <w:tcW w:w="9521" w:type="dxa"/>
          </w:tcPr>
          <w:p w14:paraId="4BDC534F" w14:textId="77777777" w:rsidR="00DF1A82" w:rsidRDefault="00C168E7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Państwowego Ratownictwa Medycznego. </w:t>
            </w:r>
          </w:p>
        </w:tc>
      </w:tr>
      <w:tr w:rsidR="00DF1A82" w:rsidRPr="009C54AE" w14:paraId="092BAA2D" w14:textId="77777777" w:rsidTr="002C23A6">
        <w:tc>
          <w:tcPr>
            <w:tcW w:w="9521" w:type="dxa"/>
          </w:tcPr>
          <w:p w14:paraId="45F5FE5A" w14:textId="2B1CE471" w:rsidR="00DF1A82" w:rsidRDefault="6EF8B3A3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3E19B447">
              <w:rPr>
                <w:rFonts w:ascii="Corbel" w:hAnsi="Corbel"/>
                <w:sz w:val="24"/>
                <w:szCs w:val="24"/>
              </w:rPr>
              <w:t>Obrót produktami leczniczymi, wyrobami medycznymi oraz środkami</w:t>
            </w:r>
            <w:r w:rsidR="7977096D" w:rsidRPr="3E19B447">
              <w:rPr>
                <w:rFonts w:ascii="Corbel" w:hAnsi="Corbel"/>
                <w:sz w:val="24"/>
                <w:szCs w:val="24"/>
              </w:rPr>
              <w:t xml:space="preserve"> spożywczymi </w:t>
            </w:r>
            <w:r w:rsidRPr="3E19B447">
              <w:rPr>
                <w:rFonts w:ascii="Corbel" w:hAnsi="Corbel"/>
                <w:sz w:val="24"/>
                <w:szCs w:val="24"/>
              </w:rPr>
              <w:t xml:space="preserve">specjalnego przeznaczenia żywieniowego. </w:t>
            </w:r>
          </w:p>
        </w:tc>
      </w:tr>
      <w:tr w:rsidR="00C168E7" w:rsidRPr="009C54AE" w14:paraId="18E9E18B" w14:textId="77777777" w:rsidTr="002C23A6">
        <w:tc>
          <w:tcPr>
            <w:tcW w:w="9521" w:type="dxa"/>
          </w:tcPr>
          <w:p w14:paraId="6B2C2DE7" w14:textId="55D7980A" w:rsidR="00C168E7" w:rsidRDefault="00F10AB4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Udzielanie świadczeń zdrowotnych z wykorzystaniem e-narzędzi w ochronie zdrowia.</w:t>
            </w:r>
          </w:p>
        </w:tc>
      </w:tr>
      <w:tr w:rsidR="00C168E7" w:rsidRPr="009C54AE" w14:paraId="0CE63694" w14:textId="77777777" w:rsidTr="002C23A6">
        <w:tc>
          <w:tcPr>
            <w:tcW w:w="9521" w:type="dxa"/>
          </w:tcPr>
          <w:p w14:paraId="5F7E5741" w14:textId="4AF09957" w:rsidR="00C168E7" w:rsidRDefault="4CBC0226" w:rsidP="002C23A6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3E19B447">
              <w:rPr>
                <w:rFonts w:ascii="Corbel" w:hAnsi="Corbel"/>
                <w:sz w:val="24"/>
                <w:szCs w:val="24"/>
              </w:rPr>
              <w:t>Świadczenia geriatryczne, perinatalne  oraz n</w:t>
            </w:r>
            <w:r w:rsidR="71C03C29" w:rsidRPr="3E19B447">
              <w:rPr>
                <w:rFonts w:ascii="Corbel" w:hAnsi="Corbel"/>
                <w:sz w:val="24"/>
                <w:szCs w:val="24"/>
              </w:rPr>
              <w:t xml:space="preserve">eonatologiczne jako szczególny rodzaj opieki </w:t>
            </w:r>
            <w:r w:rsidR="034BBA23" w:rsidRPr="3E19B447">
              <w:rPr>
                <w:rFonts w:ascii="Corbel" w:hAnsi="Corbel"/>
                <w:sz w:val="24"/>
                <w:szCs w:val="24"/>
              </w:rPr>
              <w:t xml:space="preserve">władzy publicznej </w:t>
            </w:r>
            <w:r w:rsidR="71C03C29" w:rsidRPr="3E19B447">
              <w:rPr>
                <w:rFonts w:ascii="Corbel" w:hAnsi="Corbel"/>
                <w:sz w:val="24"/>
                <w:szCs w:val="24"/>
              </w:rPr>
              <w:t>dla grup wrażliwych.</w:t>
            </w:r>
          </w:p>
        </w:tc>
      </w:tr>
    </w:tbl>
    <w:p w14:paraId="56643B38" w14:textId="338D6606" w:rsidR="0085747A" w:rsidRPr="009C54AE" w:rsidRDefault="0085747A" w:rsidP="34769D5A">
      <w:pPr>
        <w:spacing w:after="0" w:line="240" w:lineRule="auto"/>
      </w:pPr>
    </w:p>
    <w:p w14:paraId="69458865" w14:textId="77777777" w:rsidR="002C23A6" w:rsidRDefault="002C23A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40A550" w14:textId="574C3BB5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B178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12E3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C4550" w14:textId="77777777" w:rsidR="00B0358F" w:rsidRDefault="00B0358F" w:rsidP="00B0358F">
      <w:pPr>
        <w:pStyle w:val="Punktygwne"/>
        <w:spacing w:before="0" w:after="0"/>
        <w:ind w:left="851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ćwiczenia z prezentacją multimedialną, </w:t>
      </w:r>
    </w:p>
    <w:p w14:paraId="4C2D703A" w14:textId="77777777" w:rsidR="00E960BB" w:rsidRPr="002C23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063745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16E3C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08BB82" w14:textId="229B6659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178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0E46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5108"/>
        <w:gridCol w:w="2652"/>
      </w:tblGrid>
      <w:tr w:rsidR="0085747A" w:rsidRPr="009C54AE" w14:paraId="244DACE5" w14:textId="77777777" w:rsidTr="34769D5A">
        <w:tc>
          <w:tcPr>
            <w:tcW w:w="1875" w:type="dxa"/>
            <w:vAlign w:val="center"/>
          </w:tcPr>
          <w:p w14:paraId="35B4E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8" w:type="dxa"/>
            <w:vAlign w:val="center"/>
          </w:tcPr>
          <w:p w14:paraId="790B31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7B2E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52" w:type="dxa"/>
            <w:vAlign w:val="center"/>
          </w:tcPr>
          <w:p w14:paraId="39B87A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CF48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530E25F" w14:textId="77777777" w:rsidTr="002C23A6">
        <w:tc>
          <w:tcPr>
            <w:tcW w:w="1875" w:type="dxa"/>
            <w:vAlign w:val="center"/>
          </w:tcPr>
          <w:p w14:paraId="52EE9C8A" w14:textId="5088BBA6" w:rsidR="0085747A" w:rsidRPr="002C23A6" w:rsidRDefault="002C23A6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23A6">
              <w:rPr>
                <w:rFonts w:ascii="Corbel" w:hAnsi="Corbel"/>
                <w:b w:val="0"/>
                <w:smallCaps w:val="0"/>
                <w:szCs w:val="24"/>
              </w:rPr>
              <w:t>EK_01 - EK_12</w:t>
            </w:r>
          </w:p>
        </w:tc>
        <w:tc>
          <w:tcPr>
            <w:tcW w:w="5108" w:type="dxa"/>
            <w:vAlign w:val="center"/>
          </w:tcPr>
          <w:p w14:paraId="26F841B0" w14:textId="44D25658" w:rsidR="0085747A" w:rsidRPr="002C23A6" w:rsidRDefault="7D0985E3" w:rsidP="002C23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3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4159801" w:rsidRPr="002C23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2C23A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C23A6" w:rsidRPr="002C23A6">
              <w:rPr>
                <w:rFonts w:ascii="Corbel" w:hAnsi="Corbel"/>
                <w:b w:val="0"/>
                <w:smallCaps w:val="0"/>
              </w:rPr>
              <w:t>zaliczenie pisemne – pytania testowe</w:t>
            </w:r>
          </w:p>
        </w:tc>
        <w:tc>
          <w:tcPr>
            <w:tcW w:w="2652" w:type="dxa"/>
            <w:vAlign w:val="center"/>
          </w:tcPr>
          <w:p w14:paraId="1CFCB177" w14:textId="68343714" w:rsidR="0085747A" w:rsidRPr="002C23A6" w:rsidRDefault="7A565238" w:rsidP="002C23A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proofErr w:type="spellStart"/>
            <w:r w:rsidRPr="002C23A6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2C23A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F691C9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9E082" w14:textId="3EB224C5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178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A6C2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35CBA7" w14:textId="77777777" w:rsidTr="3E19B447">
        <w:tc>
          <w:tcPr>
            <w:tcW w:w="9670" w:type="dxa"/>
          </w:tcPr>
          <w:p w14:paraId="0C7CC7D5" w14:textId="77777777" w:rsidR="00962634" w:rsidRDefault="00BE0A60" w:rsidP="002C23A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  pytań 1 – krotnego wyboru.</w:t>
            </w:r>
          </w:p>
          <w:p w14:paraId="2A0AE4C3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14:paraId="7EF6D105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14:paraId="5DBDB842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14:paraId="5252972A" w14:textId="77777777" w:rsidR="00BE0A60" w:rsidRDefault="00BE0A60" w:rsidP="002C23A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14:paraId="457E0245" w14:textId="685A7AD6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Kryteria oceny: </w:t>
            </w:r>
          </w:p>
          <w:p w14:paraId="0E29ED02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14:paraId="79761454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14:paraId="41F6D9F8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14:paraId="3614D7E2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14:paraId="00E0CD6F" w14:textId="72275B66" w:rsidR="0085747A" w:rsidRPr="002C23A6" w:rsidRDefault="00BE0A60" w:rsidP="002C23A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 2,0 – student zaliczył efekty uczenia się poniżej 60%</w:t>
            </w:r>
          </w:p>
        </w:tc>
      </w:tr>
    </w:tbl>
    <w:p w14:paraId="69D2A5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6F0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411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4D54FB4F" w14:textId="77777777" w:rsidTr="002C23A6">
        <w:tc>
          <w:tcPr>
            <w:tcW w:w="5274" w:type="dxa"/>
            <w:vAlign w:val="center"/>
          </w:tcPr>
          <w:p w14:paraId="774892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635E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58243E" w14:textId="77777777" w:rsidTr="002C23A6">
        <w:tc>
          <w:tcPr>
            <w:tcW w:w="5274" w:type="dxa"/>
          </w:tcPr>
          <w:p w14:paraId="5039E5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  <w:vAlign w:val="center"/>
          </w:tcPr>
          <w:p w14:paraId="5813595D" w14:textId="77777777" w:rsidR="0085747A" w:rsidRPr="009C54AE" w:rsidRDefault="00796D06" w:rsidP="002C23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28FD31E4" w14:textId="77777777" w:rsidTr="002C23A6">
        <w:tc>
          <w:tcPr>
            <w:tcW w:w="5274" w:type="dxa"/>
          </w:tcPr>
          <w:p w14:paraId="457348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A1BE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vAlign w:val="center"/>
          </w:tcPr>
          <w:p w14:paraId="421133CE" w14:textId="77777777" w:rsidR="00C61DC5" w:rsidRPr="009C54AE" w:rsidRDefault="00BE0A60" w:rsidP="002C23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391A0B" w14:textId="77777777" w:rsidTr="002C23A6">
        <w:tc>
          <w:tcPr>
            <w:tcW w:w="5274" w:type="dxa"/>
          </w:tcPr>
          <w:p w14:paraId="146FB95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D2528D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vAlign w:val="center"/>
          </w:tcPr>
          <w:p w14:paraId="359BFCAC" w14:textId="65F9DD4D" w:rsidR="00C61DC5" w:rsidRPr="009C54AE" w:rsidRDefault="00BE0A60" w:rsidP="002C23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5987FD1" w14:textId="77777777" w:rsidTr="002C23A6">
        <w:tc>
          <w:tcPr>
            <w:tcW w:w="5274" w:type="dxa"/>
          </w:tcPr>
          <w:p w14:paraId="75A8DD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vAlign w:val="center"/>
          </w:tcPr>
          <w:p w14:paraId="6A41B3B8" w14:textId="61F8FC51" w:rsidR="0085747A" w:rsidRPr="009C54AE" w:rsidRDefault="1EACA1AC" w:rsidP="002C23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E19B44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FF6F1" w14:textId="77777777" w:rsidTr="002C23A6">
        <w:trPr>
          <w:trHeight w:val="352"/>
        </w:trPr>
        <w:tc>
          <w:tcPr>
            <w:tcW w:w="5274" w:type="dxa"/>
          </w:tcPr>
          <w:p w14:paraId="766C7D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vAlign w:val="center"/>
          </w:tcPr>
          <w:p w14:paraId="3B0F9690" w14:textId="77777777" w:rsidR="0085747A" w:rsidRPr="009C54AE" w:rsidRDefault="00796D06" w:rsidP="002C23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15337" w14:textId="77777777" w:rsidR="0085747A" w:rsidRPr="009C54AE" w:rsidRDefault="00923D7D" w:rsidP="002C23A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6252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D6D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030F0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1EB9244C" w14:textId="77777777" w:rsidTr="002C23A6">
        <w:trPr>
          <w:trHeight w:val="397"/>
        </w:trPr>
        <w:tc>
          <w:tcPr>
            <w:tcW w:w="3856" w:type="dxa"/>
          </w:tcPr>
          <w:p w14:paraId="208DDB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D32BE3D" w14:textId="12773AD7" w:rsidR="0085747A" w:rsidRPr="009C54AE" w:rsidRDefault="71B6199E" w:rsidP="3E19B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30F22AC6" w14:textId="77777777" w:rsidTr="002C23A6">
        <w:trPr>
          <w:trHeight w:val="397"/>
        </w:trPr>
        <w:tc>
          <w:tcPr>
            <w:tcW w:w="3856" w:type="dxa"/>
          </w:tcPr>
          <w:p w14:paraId="3FB22E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19EB77E" w14:textId="4C2AA0CB" w:rsidR="0085747A" w:rsidRPr="009C54AE" w:rsidRDefault="61916090" w:rsidP="3E19B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19B447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55FCB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0FC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BE074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6A7043A" w14:textId="77777777" w:rsidTr="3E19B447">
        <w:trPr>
          <w:trHeight w:val="397"/>
        </w:trPr>
        <w:tc>
          <w:tcPr>
            <w:tcW w:w="7513" w:type="dxa"/>
          </w:tcPr>
          <w:p w14:paraId="4CE72392" w14:textId="77777777" w:rsidR="0085747A" w:rsidRDefault="0085747A" w:rsidP="002C23A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E19B44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A4C8522" w14:textId="0BF5582D" w:rsidR="00BE0A60" w:rsidRDefault="00BE0A60" w:rsidP="00B10788">
            <w:pPr>
              <w:pStyle w:val="Punktygwne"/>
              <w:numPr>
                <w:ilvl w:val="3"/>
                <w:numId w:val="4"/>
              </w:numPr>
              <w:spacing w:before="120" w:after="0"/>
              <w:ind w:left="351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D.Bach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Golecka,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R.Stankiewicz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red.) Organizacja systemu ochrony zdrowia, System Prawa </w:t>
            </w:r>
            <w:r w:rsidRPr="00BE0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Medycznego. Tom 3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10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Warszawa, 2020;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49C552C" w14:textId="5791FC46" w:rsidR="00BE0A60" w:rsidRDefault="007A1260" w:rsidP="00B10788">
            <w:pPr>
              <w:pStyle w:val="Punktygwne"/>
              <w:numPr>
                <w:ilvl w:val="3"/>
                <w:numId w:val="4"/>
              </w:numPr>
              <w:spacing w:before="120" w:after="0"/>
              <w:ind w:left="351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E.Zielińska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R.Kubiak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L.Kubicki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ojęcie, źr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ódła i zakres prawa medycznego, t.1, Wolters K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luwer, Warszawa 2018; </w:t>
            </w:r>
          </w:p>
          <w:p w14:paraId="0AB2C11C" w14:textId="2CC2DE4B" w:rsidR="00BE0A60" w:rsidRPr="002C23A6" w:rsidRDefault="292F1D71" w:rsidP="00B10788">
            <w:pPr>
              <w:pStyle w:val="Punktygwne"/>
              <w:numPr>
                <w:ilvl w:val="3"/>
                <w:numId w:val="4"/>
              </w:numPr>
              <w:spacing w:before="120" w:after="120"/>
              <w:ind w:left="351" w:hanging="3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A.Jacek</w:t>
            </w:r>
            <w:proofErr w:type="spellEnd"/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, Refundacja produktów lec</w:t>
            </w:r>
            <w:r w:rsidR="0BD0E9EF"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zniczych, wyrobów medycznych </w:t>
            </w:r>
            <w:r w:rsidR="007A1260">
              <w:br/>
            </w:r>
            <w:r w:rsidR="0BD0E9EF"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>i ś</w:t>
            </w:r>
            <w:r w:rsidRPr="3E19B4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rodków spożywczych specjalnego przeznaczenia żywieniowego w Polsce: zagadnienia administracyjnoprawne, Wydawnictwo Uniwersytetu Rzeszowskiego, Rzeszów 2017. </w:t>
            </w:r>
          </w:p>
        </w:tc>
      </w:tr>
      <w:tr w:rsidR="0085747A" w:rsidRPr="009C54AE" w14:paraId="453AEDB3" w14:textId="77777777" w:rsidTr="3E19B447">
        <w:trPr>
          <w:trHeight w:val="397"/>
        </w:trPr>
        <w:tc>
          <w:tcPr>
            <w:tcW w:w="7513" w:type="dxa"/>
          </w:tcPr>
          <w:p w14:paraId="5059C943" w14:textId="77777777" w:rsidR="0085747A" w:rsidRDefault="0085747A" w:rsidP="3E19B44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E19B447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F8ADEEA" w14:textId="77777777" w:rsidR="00EF0914" w:rsidRPr="002C23A6" w:rsidRDefault="00880213" w:rsidP="00B10788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Dercz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 M, </w:t>
            </w: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Rek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 T, </w:t>
            </w:r>
            <w:r w:rsidR="007A1260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Ustawa o działalności leczniczej. Komentarz, Wydawnictwo Wolters Kluwer </w:t>
            </w:r>
            <w:r w:rsidR="00EF0914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Business, Warszawa 2019r.wyd.3: </w:t>
            </w:r>
          </w:p>
          <w:p w14:paraId="2D968D1A" w14:textId="77777777" w:rsidR="00EF0914" w:rsidRPr="002C23A6" w:rsidRDefault="00880213" w:rsidP="00B10788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A.Pietraszewska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Macheta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 ( red.) Ustawa o świadczeniach opieki zdrowotnej finansowanych ze środków publicznych, wyd.3,</w:t>
            </w:r>
            <w:r w:rsidR="00EF0914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 Wolters Kluwer, Warszawa 2018;</w:t>
            </w:r>
          </w:p>
          <w:p w14:paraId="03AFECF9" w14:textId="77777777" w:rsidR="007A1260" w:rsidRPr="002C23A6" w:rsidRDefault="00D271D5" w:rsidP="00B10788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J.Pawlikowski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, Refundacja [ w: ]</w:t>
            </w:r>
            <w:r w:rsidR="00EF0914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 Prawo farmaceutyczne,  System prawa medycznego ( red.) </w:t>
            </w:r>
            <w:proofErr w:type="spellStart"/>
            <w:r w:rsidR="00EF0914" w:rsidRPr="002C23A6">
              <w:rPr>
                <w:rFonts w:ascii="Corbel" w:hAnsi="Corbel"/>
                <w:color w:val="000000"/>
                <w:sz w:val="24"/>
                <w:szCs w:val="24"/>
              </w:rPr>
              <w:t>J.Haberko</w:t>
            </w:r>
            <w:proofErr w:type="spellEnd"/>
            <w:r w:rsidR="00EF0914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6CA2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t. 4, </w:t>
            </w:r>
            <w:proofErr w:type="spellStart"/>
            <w:r w:rsidR="00D06CA2" w:rsidRPr="002C23A6">
              <w:rPr>
                <w:rFonts w:ascii="Corbel" w:hAnsi="Corbel"/>
                <w:color w:val="000000"/>
                <w:sz w:val="24"/>
                <w:szCs w:val="24"/>
              </w:rPr>
              <w:t>C.H.Beck</w:t>
            </w:r>
            <w:proofErr w:type="spellEnd"/>
            <w:r w:rsidR="00D06CA2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, Warszawa 2019; </w:t>
            </w:r>
          </w:p>
          <w:p w14:paraId="0F22CDB9" w14:textId="0FCD27C0" w:rsidR="003445B4" w:rsidRPr="00EF0914" w:rsidRDefault="003445B4" w:rsidP="00B10788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M.Paszkowska</w:t>
            </w:r>
            <w:proofErr w:type="spellEnd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, Polski system ochrony zdrowia, </w:t>
            </w:r>
            <w:proofErr w:type="spellStart"/>
            <w:r w:rsidRPr="002C23A6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="00D06CA2" w:rsidRPr="002C23A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2C23A6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="00D06CA2" w:rsidRPr="002C23A6">
              <w:rPr>
                <w:rFonts w:ascii="Corbel" w:hAnsi="Corbel"/>
                <w:color w:val="000000"/>
                <w:sz w:val="24"/>
                <w:szCs w:val="24"/>
              </w:rPr>
              <w:t>Warszawa 2020.</w:t>
            </w:r>
            <w:r w:rsidR="00D06CA2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</w:tr>
    </w:tbl>
    <w:p w14:paraId="00BDCE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458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6F5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ADF39" w14:textId="77777777" w:rsidR="0061599A" w:rsidRDefault="0061599A" w:rsidP="00C16ABF">
      <w:pPr>
        <w:spacing w:after="0" w:line="240" w:lineRule="auto"/>
      </w:pPr>
      <w:r>
        <w:separator/>
      </w:r>
    </w:p>
  </w:endnote>
  <w:endnote w:type="continuationSeparator" w:id="0">
    <w:p w14:paraId="7B1F8662" w14:textId="77777777" w:rsidR="0061599A" w:rsidRDefault="006159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C38BF" w14:textId="77777777" w:rsidR="0061599A" w:rsidRDefault="0061599A" w:rsidP="00C16ABF">
      <w:pPr>
        <w:spacing w:after="0" w:line="240" w:lineRule="auto"/>
      </w:pPr>
      <w:r>
        <w:separator/>
      </w:r>
    </w:p>
  </w:footnote>
  <w:footnote w:type="continuationSeparator" w:id="0">
    <w:p w14:paraId="609D9A29" w14:textId="77777777" w:rsidR="0061599A" w:rsidRDefault="0061599A" w:rsidP="00C16ABF">
      <w:pPr>
        <w:spacing w:after="0" w:line="240" w:lineRule="auto"/>
      </w:pPr>
      <w:r>
        <w:continuationSeparator/>
      </w:r>
    </w:p>
  </w:footnote>
  <w:footnote w:id="1">
    <w:p w14:paraId="280E74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AD787A"/>
    <w:multiLevelType w:val="hybridMultilevel"/>
    <w:tmpl w:val="3BC2F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37753"/>
    <w:multiLevelType w:val="hybridMultilevel"/>
    <w:tmpl w:val="1FCAF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706907">
    <w:abstractNumId w:val="0"/>
  </w:num>
  <w:num w:numId="2" w16cid:durableId="311063392">
    <w:abstractNumId w:val="1"/>
  </w:num>
  <w:num w:numId="3" w16cid:durableId="476802979">
    <w:abstractNumId w:val="3"/>
  </w:num>
  <w:num w:numId="4" w16cid:durableId="190526334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64D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4AD"/>
    <w:rsid w:val="000F5615"/>
    <w:rsid w:val="00124BFF"/>
    <w:rsid w:val="0012560E"/>
    <w:rsid w:val="00127108"/>
    <w:rsid w:val="00134B13"/>
    <w:rsid w:val="00146BC0"/>
    <w:rsid w:val="001473AA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805"/>
    <w:rsid w:val="001B4E6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3A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C3A40"/>
    <w:rsid w:val="003D18A9"/>
    <w:rsid w:val="003D6CE2"/>
    <w:rsid w:val="003E1941"/>
    <w:rsid w:val="003E1A7E"/>
    <w:rsid w:val="003E2FE6"/>
    <w:rsid w:val="003E49D5"/>
    <w:rsid w:val="003F205D"/>
    <w:rsid w:val="003F38C0"/>
    <w:rsid w:val="00414E3C"/>
    <w:rsid w:val="0042244A"/>
    <w:rsid w:val="0042745A"/>
    <w:rsid w:val="00430AB0"/>
    <w:rsid w:val="00431D5C"/>
    <w:rsid w:val="004362C6"/>
    <w:rsid w:val="00437FA2"/>
    <w:rsid w:val="00445970"/>
    <w:rsid w:val="00445FD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B9"/>
    <w:rsid w:val="004D50FA"/>
    <w:rsid w:val="004D5282"/>
    <w:rsid w:val="004F1551"/>
    <w:rsid w:val="004F55A3"/>
    <w:rsid w:val="0050496F"/>
    <w:rsid w:val="00513B6F"/>
    <w:rsid w:val="00517C63"/>
    <w:rsid w:val="005363C4"/>
    <w:rsid w:val="00536BC8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9A"/>
    <w:rsid w:val="00617230"/>
    <w:rsid w:val="00621CE1"/>
    <w:rsid w:val="00627FC9"/>
    <w:rsid w:val="00647FA8"/>
    <w:rsid w:val="00650C5F"/>
    <w:rsid w:val="006542EB"/>
    <w:rsid w:val="00654934"/>
    <w:rsid w:val="006620D9"/>
    <w:rsid w:val="00671958"/>
    <w:rsid w:val="00675843"/>
    <w:rsid w:val="00696477"/>
    <w:rsid w:val="006C1C53"/>
    <w:rsid w:val="006D050F"/>
    <w:rsid w:val="006D6139"/>
    <w:rsid w:val="006E2405"/>
    <w:rsid w:val="006E5D65"/>
    <w:rsid w:val="006F1282"/>
    <w:rsid w:val="006F1FBC"/>
    <w:rsid w:val="006F31E2"/>
    <w:rsid w:val="006F7F8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D6F"/>
    <w:rsid w:val="00787C2A"/>
    <w:rsid w:val="00790E27"/>
    <w:rsid w:val="00796D06"/>
    <w:rsid w:val="007A1260"/>
    <w:rsid w:val="007A4022"/>
    <w:rsid w:val="007A4276"/>
    <w:rsid w:val="007A6E6E"/>
    <w:rsid w:val="007C3299"/>
    <w:rsid w:val="007C3BCC"/>
    <w:rsid w:val="007C4546"/>
    <w:rsid w:val="007D6E56"/>
    <w:rsid w:val="007D7157"/>
    <w:rsid w:val="007F4155"/>
    <w:rsid w:val="0080239A"/>
    <w:rsid w:val="00804579"/>
    <w:rsid w:val="0081554D"/>
    <w:rsid w:val="0081707E"/>
    <w:rsid w:val="00834F73"/>
    <w:rsid w:val="008449B3"/>
    <w:rsid w:val="008552A2"/>
    <w:rsid w:val="0085747A"/>
    <w:rsid w:val="00880213"/>
    <w:rsid w:val="00884922"/>
    <w:rsid w:val="00885F64"/>
    <w:rsid w:val="008917F9"/>
    <w:rsid w:val="008A45F7"/>
    <w:rsid w:val="008B48CA"/>
    <w:rsid w:val="008C0CC0"/>
    <w:rsid w:val="008C190F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34"/>
    <w:rsid w:val="00997F14"/>
    <w:rsid w:val="009A78D9"/>
    <w:rsid w:val="009C3E31"/>
    <w:rsid w:val="009C402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14A"/>
    <w:rsid w:val="00A97DE1"/>
    <w:rsid w:val="00AB053C"/>
    <w:rsid w:val="00AC2E54"/>
    <w:rsid w:val="00AD1146"/>
    <w:rsid w:val="00AD27D3"/>
    <w:rsid w:val="00AD66D6"/>
    <w:rsid w:val="00AE1160"/>
    <w:rsid w:val="00AE203C"/>
    <w:rsid w:val="00AE2E74"/>
    <w:rsid w:val="00AE5FCB"/>
    <w:rsid w:val="00AF2C1E"/>
    <w:rsid w:val="00B0358F"/>
    <w:rsid w:val="00B06142"/>
    <w:rsid w:val="00B10788"/>
    <w:rsid w:val="00B135B1"/>
    <w:rsid w:val="00B15075"/>
    <w:rsid w:val="00B178C2"/>
    <w:rsid w:val="00B3130B"/>
    <w:rsid w:val="00B40ADB"/>
    <w:rsid w:val="00B43B77"/>
    <w:rsid w:val="00B43E80"/>
    <w:rsid w:val="00B51AEA"/>
    <w:rsid w:val="00B607DB"/>
    <w:rsid w:val="00B64E8D"/>
    <w:rsid w:val="00B66529"/>
    <w:rsid w:val="00B75946"/>
    <w:rsid w:val="00B8056E"/>
    <w:rsid w:val="00B819C8"/>
    <w:rsid w:val="00B82308"/>
    <w:rsid w:val="00B90885"/>
    <w:rsid w:val="00BB3134"/>
    <w:rsid w:val="00BB520A"/>
    <w:rsid w:val="00BD2BB3"/>
    <w:rsid w:val="00BD3869"/>
    <w:rsid w:val="00BD3EC4"/>
    <w:rsid w:val="00BD66E9"/>
    <w:rsid w:val="00BD6FF4"/>
    <w:rsid w:val="00BE0A60"/>
    <w:rsid w:val="00BE372B"/>
    <w:rsid w:val="00BF2C41"/>
    <w:rsid w:val="00C058B4"/>
    <w:rsid w:val="00C05F44"/>
    <w:rsid w:val="00C10251"/>
    <w:rsid w:val="00C131B5"/>
    <w:rsid w:val="00C168E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0B9"/>
    <w:rsid w:val="00C766DF"/>
    <w:rsid w:val="00C85BDD"/>
    <w:rsid w:val="00C94B98"/>
    <w:rsid w:val="00CA2B96"/>
    <w:rsid w:val="00CA5089"/>
    <w:rsid w:val="00CA56E5"/>
    <w:rsid w:val="00CB03C3"/>
    <w:rsid w:val="00CD6897"/>
    <w:rsid w:val="00CE5BAC"/>
    <w:rsid w:val="00CF25BE"/>
    <w:rsid w:val="00CF78ED"/>
    <w:rsid w:val="00D02B25"/>
    <w:rsid w:val="00D02EBA"/>
    <w:rsid w:val="00D06CA2"/>
    <w:rsid w:val="00D16F33"/>
    <w:rsid w:val="00D17C3C"/>
    <w:rsid w:val="00D24623"/>
    <w:rsid w:val="00D26B2C"/>
    <w:rsid w:val="00D271D5"/>
    <w:rsid w:val="00D352C9"/>
    <w:rsid w:val="00D35C93"/>
    <w:rsid w:val="00D425B2"/>
    <w:rsid w:val="00D428D6"/>
    <w:rsid w:val="00D552B2"/>
    <w:rsid w:val="00D608D1"/>
    <w:rsid w:val="00D74119"/>
    <w:rsid w:val="00D750C5"/>
    <w:rsid w:val="00D8075B"/>
    <w:rsid w:val="00D8678B"/>
    <w:rsid w:val="00D86B60"/>
    <w:rsid w:val="00DA2114"/>
    <w:rsid w:val="00DE09C0"/>
    <w:rsid w:val="00DE4A14"/>
    <w:rsid w:val="00DF1A82"/>
    <w:rsid w:val="00DF320D"/>
    <w:rsid w:val="00DF71C8"/>
    <w:rsid w:val="00E0531C"/>
    <w:rsid w:val="00E129B8"/>
    <w:rsid w:val="00E21E7D"/>
    <w:rsid w:val="00E22FBC"/>
    <w:rsid w:val="00E2419B"/>
    <w:rsid w:val="00E24BF5"/>
    <w:rsid w:val="00E25338"/>
    <w:rsid w:val="00E27D39"/>
    <w:rsid w:val="00E502F1"/>
    <w:rsid w:val="00E51E44"/>
    <w:rsid w:val="00E63348"/>
    <w:rsid w:val="00E742AA"/>
    <w:rsid w:val="00E77E88"/>
    <w:rsid w:val="00E8107D"/>
    <w:rsid w:val="00E960BB"/>
    <w:rsid w:val="00EA0821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7567"/>
    <w:rsid w:val="00F27A7B"/>
    <w:rsid w:val="00F526AF"/>
    <w:rsid w:val="00F617C3"/>
    <w:rsid w:val="00F7066B"/>
    <w:rsid w:val="00F83B28"/>
    <w:rsid w:val="00F92DF8"/>
    <w:rsid w:val="00F974DA"/>
    <w:rsid w:val="00FA46E5"/>
    <w:rsid w:val="00FB7DBA"/>
    <w:rsid w:val="00FC1C25"/>
    <w:rsid w:val="00FC3F45"/>
    <w:rsid w:val="00FC4E6C"/>
    <w:rsid w:val="00FD1357"/>
    <w:rsid w:val="00FD503F"/>
    <w:rsid w:val="00FD7589"/>
    <w:rsid w:val="00FF016A"/>
    <w:rsid w:val="00FF12E9"/>
    <w:rsid w:val="00FF1401"/>
    <w:rsid w:val="00FF5E7D"/>
    <w:rsid w:val="034BBA23"/>
    <w:rsid w:val="058B318C"/>
    <w:rsid w:val="09DE031D"/>
    <w:rsid w:val="0BD0E9EF"/>
    <w:rsid w:val="0C56AB71"/>
    <w:rsid w:val="14098752"/>
    <w:rsid w:val="18E67249"/>
    <w:rsid w:val="1EACA1AC"/>
    <w:rsid w:val="213E0301"/>
    <w:rsid w:val="240A6DE8"/>
    <w:rsid w:val="292F1D71"/>
    <w:rsid w:val="331EB431"/>
    <w:rsid w:val="34769D5A"/>
    <w:rsid w:val="3E19B447"/>
    <w:rsid w:val="43394338"/>
    <w:rsid w:val="447325F3"/>
    <w:rsid w:val="46D425D0"/>
    <w:rsid w:val="4775C72E"/>
    <w:rsid w:val="4CBC0226"/>
    <w:rsid w:val="52F5D9B6"/>
    <w:rsid w:val="593C1CC8"/>
    <w:rsid w:val="61916090"/>
    <w:rsid w:val="64159801"/>
    <w:rsid w:val="6ACE2948"/>
    <w:rsid w:val="6C0EC1B4"/>
    <w:rsid w:val="6EF8B3A3"/>
    <w:rsid w:val="71B6199E"/>
    <w:rsid w:val="71C03C29"/>
    <w:rsid w:val="745D9B98"/>
    <w:rsid w:val="7977096D"/>
    <w:rsid w:val="7A565238"/>
    <w:rsid w:val="7D098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985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8E11-D4CD-4E2A-B4A5-5D00690F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45</cp:revision>
  <cp:lastPrinted>2025-10-13T08:38:00Z</cp:lastPrinted>
  <dcterms:created xsi:type="dcterms:W3CDTF">2021-12-10T18:11:00Z</dcterms:created>
  <dcterms:modified xsi:type="dcterms:W3CDTF">2025-11-20T12:34:00Z</dcterms:modified>
</cp:coreProperties>
</file>